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D0D" w:rsidRDefault="007E0D0D">
      <w:pPr>
        <w:pStyle w:val="Standard"/>
      </w:pPr>
    </w:p>
    <w:tbl>
      <w:tblPr>
        <w:tblpPr w:leftFromText="180" w:rightFromText="180" w:vertAnchor="text" w:horzAnchor="margin" w:tblpY="28"/>
        <w:tblW w:w="9356" w:type="dxa"/>
        <w:tblLook w:val="00A0"/>
      </w:tblPr>
      <w:tblGrid>
        <w:gridCol w:w="4815"/>
        <w:gridCol w:w="4541"/>
      </w:tblGrid>
      <w:tr w:rsidR="007E0D0D" w:rsidTr="00CA5CD1">
        <w:trPr>
          <w:trHeight w:val="4529"/>
        </w:trPr>
        <w:tc>
          <w:tcPr>
            <w:tcW w:w="4815" w:type="dxa"/>
          </w:tcPr>
          <w:p w:rsidR="007E0D0D" w:rsidRDefault="007E0D0D" w:rsidP="00CA5CD1">
            <w:pPr>
              <w:pStyle w:val="Standard"/>
            </w:pPr>
          </w:p>
        </w:tc>
        <w:tc>
          <w:tcPr>
            <w:tcW w:w="4541" w:type="dxa"/>
          </w:tcPr>
          <w:p w:rsidR="007E0D0D" w:rsidRDefault="007E0D0D" w:rsidP="009505A5">
            <w:pPr>
              <w:tabs>
                <w:tab w:val="left" w:pos="945"/>
              </w:tabs>
              <w:rPr>
                <w:sz w:val="28"/>
                <w:szCs w:val="28"/>
              </w:rPr>
            </w:pPr>
          </w:p>
          <w:p w:rsidR="007E0D0D" w:rsidRDefault="007E0D0D" w:rsidP="009505A5">
            <w:pPr>
              <w:tabs>
                <w:tab w:val="left" w:pos="945"/>
              </w:tabs>
              <w:rPr>
                <w:sz w:val="28"/>
                <w:szCs w:val="28"/>
              </w:rPr>
            </w:pPr>
          </w:p>
          <w:p w:rsidR="007E0D0D" w:rsidRDefault="007E0D0D" w:rsidP="009505A5">
            <w:pPr>
              <w:tabs>
                <w:tab w:val="left" w:pos="945"/>
              </w:tabs>
              <w:rPr>
                <w:sz w:val="28"/>
                <w:szCs w:val="28"/>
              </w:rPr>
            </w:pPr>
          </w:p>
          <w:p w:rsidR="007E0D0D" w:rsidRDefault="007E0D0D" w:rsidP="009505A5">
            <w:pPr>
              <w:tabs>
                <w:tab w:val="left" w:pos="945"/>
              </w:tabs>
              <w:rPr>
                <w:sz w:val="28"/>
                <w:szCs w:val="28"/>
                <w:lang w:eastAsia="ar-SA" w:bidi="ar-SA"/>
              </w:rPr>
            </w:pPr>
            <w:r>
              <w:rPr>
                <w:sz w:val="28"/>
                <w:szCs w:val="28"/>
              </w:rPr>
              <w:t xml:space="preserve">Главному редактору газеты </w:t>
            </w:r>
          </w:p>
          <w:p w:rsidR="007E0D0D" w:rsidRDefault="007E0D0D" w:rsidP="009505A5">
            <w:pPr>
              <w:tabs>
                <w:tab w:val="left" w:pos="9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«Тихорецкие вести»</w:t>
            </w:r>
          </w:p>
          <w:p w:rsidR="007E0D0D" w:rsidRDefault="007E0D0D" w:rsidP="009505A5">
            <w:pPr>
              <w:pStyle w:val="Standard"/>
            </w:pPr>
            <w:r>
              <w:rPr>
                <w:sz w:val="28"/>
                <w:szCs w:val="28"/>
              </w:rPr>
              <w:t>О.Н.Шараповой</w:t>
            </w:r>
          </w:p>
        </w:tc>
      </w:tr>
    </w:tbl>
    <w:p w:rsidR="007E0D0D" w:rsidRDefault="007E0D0D" w:rsidP="009505A5">
      <w:pPr>
        <w:rPr>
          <w:sz w:val="28"/>
          <w:szCs w:val="28"/>
          <w:lang w:eastAsia="ar-SA" w:bidi="ar-SA"/>
        </w:rPr>
      </w:pPr>
      <w:r>
        <w:rPr>
          <w:sz w:val="28"/>
          <w:szCs w:val="28"/>
        </w:rPr>
        <w:t xml:space="preserve">Об опубликовании </w:t>
      </w:r>
    </w:p>
    <w:p w:rsidR="007E0D0D" w:rsidRDefault="007E0D0D" w:rsidP="009505A5">
      <w:pPr>
        <w:rPr>
          <w:sz w:val="28"/>
          <w:szCs w:val="28"/>
        </w:rPr>
      </w:pPr>
      <w:r>
        <w:rPr>
          <w:sz w:val="28"/>
          <w:szCs w:val="28"/>
        </w:rPr>
        <w:t>информационного сообщения</w:t>
      </w:r>
    </w:p>
    <w:p w:rsidR="007E0D0D" w:rsidRDefault="007E0D0D" w:rsidP="009505A5">
      <w:pPr>
        <w:rPr>
          <w:sz w:val="28"/>
          <w:szCs w:val="28"/>
        </w:rPr>
      </w:pPr>
    </w:p>
    <w:p w:rsidR="007E0D0D" w:rsidRDefault="007E0D0D" w:rsidP="009505A5">
      <w:pPr>
        <w:rPr>
          <w:sz w:val="28"/>
          <w:szCs w:val="28"/>
        </w:rPr>
      </w:pPr>
    </w:p>
    <w:p w:rsidR="007E0D0D" w:rsidRDefault="007E0D0D" w:rsidP="00FD02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Отрадненского сельского поселения направляет в Ваш адрес извещение о возможности предоставления гражданам в аренду земельного участка.</w:t>
      </w:r>
    </w:p>
    <w:p w:rsidR="007E0D0D" w:rsidRDefault="007E0D0D" w:rsidP="00FD022D">
      <w:pPr>
        <w:ind w:firstLine="851"/>
        <w:jc w:val="both"/>
        <w:rPr>
          <w:sz w:val="28"/>
          <w:szCs w:val="28"/>
        </w:rPr>
      </w:pPr>
    </w:p>
    <w:p w:rsidR="007E0D0D" w:rsidRDefault="007E0D0D" w:rsidP="009505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на </w:t>
      </w:r>
      <w:smartTag w:uri="urn:schemas-microsoft-com:office:smarttags" w:element="metricconverter">
        <w:smartTagPr>
          <w:attr w:name="ProductID" w:val="1 л"/>
        </w:smartTagPr>
        <w:r>
          <w:rPr>
            <w:sz w:val="28"/>
            <w:szCs w:val="28"/>
          </w:rPr>
          <w:t>1 л</w:t>
        </w:r>
      </w:smartTag>
      <w:r>
        <w:rPr>
          <w:sz w:val="28"/>
          <w:szCs w:val="28"/>
        </w:rPr>
        <w:t>. в 1 экз.</w:t>
      </w:r>
    </w:p>
    <w:p w:rsidR="007E0D0D" w:rsidRDefault="007E0D0D" w:rsidP="009505A5">
      <w:pPr>
        <w:tabs>
          <w:tab w:val="left" w:pos="851"/>
        </w:tabs>
        <w:jc w:val="both"/>
        <w:rPr>
          <w:sz w:val="28"/>
          <w:szCs w:val="28"/>
        </w:rPr>
      </w:pPr>
    </w:p>
    <w:p w:rsidR="007E0D0D" w:rsidRDefault="007E0D0D" w:rsidP="009505A5">
      <w:pPr>
        <w:jc w:val="both"/>
        <w:rPr>
          <w:sz w:val="28"/>
          <w:szCs w:val="28"/>
        </w:rPr>
      </w:pPr>
    </w:p>
    <w:p w:rsidR="007E0D0D" w:rsidRDefault="007E0D0D" w:rsidP="009505A5">
      <w:pPr>
        <w:rPr>
          <w:sz w:val="28"/>
          <w:szCs w:val="28"/>
        </w:rPr>
      </w:pPr>
      <w:r>
        <w:rPr>
          <w:sz w:val="28"/>
          <w:szCs w:val="28"/>
        </w:rPr>
        <w:t xml:space="preserve">Глава Отрадненского сельского поселения </w:t>
      </w:r>
    </w:p>
    <w:p w:rsidR="007E0D0D" w:rsidRDefault="007E0D0D" w:rsidP="009505A5">
      <w:pPr>
        <w:rPr>
          <w:sz w:val="28"/>
          <w:szCs w:val="28"/>
        </w:rPr>
      </w:pPr>
      <w:r>
        <w:rPr>
          <w:sz w:val="28"/>
          <w:szCs w:val="28"/>
        </w:rPr>
        <w:t>Тихорецкого района                                                                       Г.Г.Денисенко</w:t>
      </w:r>
    </w:p>
    <w:p w:rsidR="007E0D0D" w:rsidRDefault="007E0D0D" w:rsidP="009505A5">
      <w:pPr>
        <w:rPr>
          <w:sz w:val="28"/>
          <w:szCs w:val="28"/>
        </w:rPr>
      </w:pPr>
    </w:p>
    <w:p w:rsidR="007E0D0D" w:rsidRDefault="007E0D0D" w:rsidP="009505A5">
      <w:pPr>
        <w:rPr>
          <w:sz w:val="28"/>
          <w:szCs w:val="28"/>
        </w:rPr>
      </w:pPr>
    </w:p>
    <w:p w:rsidR="007E0D0D" w:rsidRDefault="007E0D0D" w:rsidP="009505A5">
      <w:pPr>
        <w:rPr>
          <w:sz w:val="28"/>
          <w:szCs w:val="28"/>
        </w:rPr>
      </w:pPr>
    </w:p>
    <w:p w:rsidR="007E0D0D" w:rsidRDefault="007E0D0D" w:rsidP="009505A5">
      <w:pPr>
        <w:rPr>
          <w:sz w:val="28"/>
          <w:szCs w:val="28"/>
        </w:rPr>
      </w:pPr>
    </w:p>
    <w:p w:rsidR="007E0D0D" w:rsidRDefault="007E0D0D" w:rsidP="009505A5">
      <w:pPr>
        <w:rPr>
          <w:sz w:val="28"/>
          <w:szCs w:val="28"/>
        </w:rPr>
      </w:pPr>
    </w:p>
    <w:p w:rsidR="007E0D0D" w:rsidRDefault="007E0D0D" w:rsidP="009505A5">
      <w:pPr>
        <w:rPr>
          <w:sz w:val="28"/>
          <w:szCs w:val="28"/>
        </w:rPr>
      </w:pPr>
    </w:p>
    <w:p w:rsidR="007E0D0D" w:rsidRDefault="007E0D0D" w:rsidP="009505A5">
      <w:pPr>
        <w:rPr>
          <w:sz w:val="28"/>
          <w:szCs w:val="28"/>
        </w:rPr>
      </w:pPr>
    </w:p>
    <w:p w:rsidR="007E0D0D" w:rsidRDefault="007E0D0D" w:rsidP="009505A5">
      <w:pPr>
        <w:rPr>
          <w:sz w:val="20"/>
          <w:szCs w:val="20"/>
        </w:rPr>
      </w:pPr>
    </w:p>
    <w:p w:rsidR="007E0D0D" w:rsidRDefault="007E0D0D" w:rsidP="009505A5">
      <w:pPr>
        <w:rPr>
          <w:sz w:val="20"/>
          <w:szCs w:val="20"/>
        </w:rPr>
      </w:pPr>
    </w:p>
    <w:p w:rsidR="007E0D0D" w:rsidRDefault="007E0D0D" w:rsidP="009505A5">
      <w:pPr>
        <w:rPr>
          <w:sz w:val="20"/>
          <w:szCs w:val="20"/>
        </w:rPr>
      </w:pPr>
    </w:p>
    <w:p w:rsidR="007E0D0D" w:rsidRDefault="007E0D0D" w:rsidP="009505A5">
      <w:pPr>
        <w:rPr>
          <w:sz w:val="20"/>
          <w:szCs w:val="20"/>
        </w:rPr>
      </w:pPr>
    </w:p>
    <w:p w:rsidR="007E0D0D" w:rsidRDefault="007E0D0D" w:rsidP="009505A5">
      <w:pPr>
        <w:rPr>
          <w:sz w:val="20"/>
          <w:szCs w:val="20"/>
        </w:rPr>
      </w:pPr>
    </w:p>
    <w:p w:rsidR="007E0D0D" w:rsidRDefault="007E0D0D" w:rsidP="009505A5">
      <w:pPr>
        <w:rPr>
          <w:sz w:val="20"/>
          <w:szCs w:val="20"/>
        </w:rPr>
      </w:pPr>
    </w:p>
    <w:p w:rsidR="007E0D0D" w:rsidRDefault="007E0D0D" w:rsidP="009505A5">
      <w:pPr>
        <w:rPr>
          <w:sz w:val="20"/>
          <w:szCs w:val="20"/>
        </w:rPr>
      </w:pPr>
    </w:p>
    <w:p w:rsidR="007E0D0D" w:rsidRDefault="007E0D0D" w:rsidP="009505A5">
      <w:pPr>
        <w:rPr>
          <w:sz w:val="20"/>
          <w:szCs w:val="20"/>
        </w:rPr>
      </w:pPr>
    </w:p>
    <w:p w:rsidR="007E0D0D" w:rsidRDefault="007E0D0D" w:rsidP="009505A5">
      <w:pPr>
        <w:rPr>
          <w:sz w:val="20"/>
          <w:szCs w:val="20"/>
        </w:rPr>
      </w:pPr>
    </w:p>
    <w:p w:rsidR="007E0D0D" w:rsidRDefault="007E0D0D" w:rsidP="009505A5">
      <w:pPr>
        <w:rPr>
          <w:sz w:val="20"/>
          <w:szCs w:val="20"/>
        </w:rPr>
      </w:pPr>
    </w:p>
    <w:p w:rsidR="007E0D0D" w:rsidRDefault="007E0D0D" w:rsidP="009505A5">
      <w:pPr>
        <w:rPr>
          <w:sz w:val="20"/>
          <w:szCs w:val="20"/>
        </w:rPr>
      </w:pPr>
    </w:p>
    <w:p w:rsidR="007E0D0D" w:rsidRDefault="007E0D0D">
      <w:pPr>
        <w:pStyle w:val="Standard"/>
      </w:pPr>
    </w:p>
    <w:p w:rsidR="007E0D0D" w:rsidRDefault="007E0D0D">
      <w:pPr>
        <w:pStyle w:val="Standard"/>
      </w:pPr>
      <w:bookmarkStart w:id="0" w:name="_GoBack"/>
      <w:bookmarkEnd w:id="0"/>
    </w:p>
    <w:sectPr w:rsidR="007E0D0D" w:rsidSect="00937E2A">
      <w:pgSz w:w="11906" w:h="16838"/>
      <w:pgMar w:top="283" w:right="1134" w:bottom="283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D0D" w:rsidRDefault="007E0D0D">
      <w:r>
        <w:separator/>
      </w:r>
    </w:p>
  </w:endnote>
  <w:endnote w:type="continuationSeparator" w:id="0">
    <w:p w:rsidR="007E0D0D" w:rsidRDefault="007E0D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D0D" w:rsidRDefault="007E0D0D">
      <w:r>
        <w:rPr>
          <w:color w:val="000000"/>
        </w:rPr>
        <w:separator/>
      </w:r>
    </w:p>
  </w:footnote>
  <w:footnote w:type="continuationSeparator" w:id="0">
    <w:p w:rsidR="007E0D0D" w:rsidRDefault="007E0D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enforcement="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27E2"/>
    <w:rsid w:val="00002B4B"/>
    <w:rsid w:val="000A447C"/>
    <w:rsid w:val="000A78CA"/>
    <w:rsid w:val="000E528A"/>
    <w:rsid w:val="00151974"/>
    <w:rsid w:val="0015387C"/>
    <w:rsid w:val="001871D9"/>
    <w:rsid w:val="002637F2"/>
    <w:rsid w:val="00333652"/>
    <w:rsid w:val="003406BB"/>
    <w:rsid w:val="00363C89"/>
    <w:rsid w:val="00375B61"/>
    <w:rsid w:val="003866C2"/>
    <w:rsid w:val="003E35AE"/>
    <w:rsid w:val="003F3206"/>
    <w:rsid w:val="00555979"/>
    <w:rsid w:val="005C4FF1"/>
    <w:rsid w:val="005F5CD5"/>
    <w:rsid w:val="00654B2A"/>
    <w:rsid w:val="006E6047"/>
    <w:rsid w:val="00705012"/>
    <w:rsid w:val="00772E5F"/>
    <w:rsid w:val="007A24C4"/>
    <w:rsid w:val="007B5FF3"/>
    <w:rsid w:val="007E0D0D"/>
    <w:rsid w:val="007E1663"/>
    <w:rsid w:val="008502D6"/>
    <w:rsid w:val="00891A63"/>
    <w:rsid w:val="008A38A4"/>
    <w:rsid w:val="00937E2A"/>
    <w:rsid w:val="00946128"/>
    <w:rsid w:val="009505A5"/>
    <w:rsid w:val="009847FB"/>
    <w:rsid w:val="00991A9F"/>
    <w:rsid w:val="00A52924"/>
    <w:rsid w:val="00A90288"/>
    <w:rsid w:val="00AE7275"/>
    <w:rsid w:val="00B41859"/>
    <w:rsid w:val="00BD21FF"/>
    <w:rsid w:val="00BD659B"/>
    <w:rsid w:val="00C1064D"/>
    <w:rsid w:val="00C627E2"/>
    <w:rsid w:val="00CA5CD1"/>
    <w:rsid w:val="00CE2D67"/>
    <w:rsid w:val="00D32CA3"/>
    <w:rsid w:val="00D85EB7"/>
    <w:rsid w:val="00E350A2"/>
    <w:rsid w:val="00E37079"/>
    <w:rsid w:val="00F209FA"/>
    <w:rsid w:val="00F22357"/>
    <w:rsid w:val="00F80570"/>
    <w:rsid w:val="00FD0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E2A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uiPriority w:val="99"/>
    <w:rsid w:val="00937E2A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itle">
    <w:name w:val="Title"/>
    <w:basedOn w:val="Standard"/>
    <w:next w:val="Textbody"/>
    <w:link w:val="TitleChar"/>
    <w:uiPriority w:val="99"/>
    <w:qFormat/>
    <w:rsid w:val="00937E2A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C1064D"/>
    <w:rPr>
      <w:rFonts w:ascii="Cambria" w:hAnsi="Cambria" w:cs="Times New Roman"/>
      <w:b/>
      <w:bCs/>
      <w:kern w:val="28"/>
      <w:sz w:val="29"/>
      <w:szCs w:val="29"/>
      <w:lang w:eastAsia="zh-CN" w:bidi="hi-IN"/>
    </w:rPr>
  </w:style>
  <w:style w:type="paragraph" w:customStyle="1" w:styleId="Textbody">
    <w:name w:val="Text body"/>
    <w:basedOn w:val="Standard"/>
    <w:uiPriority w:val="99"/>
    <w:rsid w:val="00937E2A"/>
    <w:pPr>
      <w:spacing w:after="120"/>
    </w:pPr>
  </w:style>
  <w:style w:type="paragraph" w:styleId="Subtitle">
    <w:name w:val="Subtitle"/>
    <w:basedOn w:val="Title"/>
    <w:next w:val="Textbody"/>
    <w:link w:val="SubtitleChar"/>
    <w:uiPriority w:val="99"/>
    <w:qFormat/>
    <w:rsid w:val="00937E2A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1064D"/>
    <w:rPr>
      <w:rFonts w:ascii="Cambria" w:hAnsi="Cambria" w:cs="Times New Roman"/>
      <w:kern w:val="3"/>
      <w:sz w:val="21"/>
      <w:szCs w:val="21"/>
      <w:lang w:eastAsia="zh-CN" w:bidi="hi-IN"/>
    </w:rPr>
  </w:style>
  <w:style w:type="paragraph" w:styleId="List">
    <w:name w:val="List"/>
    <w:basedOn w:val="Textbody"/>
    <w:uiPriority w:val="99"/>
    <w:rsid w:val="00937E2A"/>
  </w:style>
  <w:style w:type="paragraph" w:styleId="Caption">
    <w:name w:val="caption"/>
    <w:basedOn w:val="Standard"/>
    <w:uiPriority w:val="99"/>
    <w:qFormat/>
    <w:rsid w:val="00937E2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937E2A"/>
    <w:pPr>
      <w:suppressLineNumbers/>
    </w:pPr>
  </w:style>
  <w:style w:type="table" w:styleId="TableGrid">
    <w:name w:val="Table Grid"/>
    <w:basedOn w:val="TableNormal"/>
    <w:uiPriority w:val="99"/>
    <w:rsid w:val="007E166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9505A5"/>
    <w:pPr>
      <w:widowControl/>
      <w:suppressAutoHyphens w:val="0"/>
      <w:autoSpaceDN/>
      <w:jc w:val="center"/>
      <w:textAlignment w:val="auto"/>
    </w:pPr>
    <w:rPr>
      <w:rFonts w:cs="Times New Roman"/>
      <w:b/>
      <w:bCs/>
      <w:kern w:val="0"/>
      <w:sz w:val="22"/>
      <w:lang w:eastAsia="ru-RU" w:bidi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637F2"/>
    <w:rPr>
      <w:rFonts w:cs="Times New Roman"/>
      <w:kern w:val="3"/>
      <w:sz w:val="21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68</Words>
  <Characters>388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редактору газеты </dc:title>
  <dc:subject/>
  <dc:creator>Поляков А.А.</dc:creator>
  <cp:keywords/>
  <dc:description/>
  <cp:lastModifiedBy>Баранов</cp:lastModifiedBy>
  <cp:revision>3</cp:revision>
  <cp:lastPrinted>2015-05-21T07:08:00Z</cp:lastPrinted>
  <dcterms:created xsi:type="dcterms:W3CDTF">2015-05-21T07:08:00Z</dcterms:created>
  <dcterms:modified xsi:type="dcterms:W3CDTF">2015-05-21T07:16:00Z</dcterms:modified>
</cp:coreProperties>
</file>